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09B0E3D7" w14:textId="77777777" w:rsidR="003E3214" w:rsidRPr="003E3214" w:rsidRDefault="003E3214" w:rsidP="003E3214">
      <w:pPr>
        <w:jc w:val="right"/>
        <w:rPr>
          <w:rFonts w:ascii="Calibri" w:hAnsi="Calibri" w:cs="Calibri"/>
          <w:sz w:val="22"/>
          <w:szCs w:val="22"/>
        </w:rPr>
      </w:pPr>
      <w:r w:rsidRPr="001225B8">
        <w:rPr>
          <w:rFonts w:ascii="Calibri" w:hAnsi="Calibri" w:cs="Calibri"/>
          <w:sz w:val="22"/>
          <w:szCs w:val="22"/>
        </w:rPr>
        <w:t>Anexa</w:t>
      </w:r>
      <w:r w:rsidRPr="003E3214">
        <w:rPr>
          <w:rFonts w:ascii="Calibri" w:hAnsi="Calibri" w:cs="Calibri"/>
          <w:sz w:val="22"/>
          <w:szCs w:val="22"/>
        </w:rPr>
        <w:t xml:space="preserve">  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77777777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1F2344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F6783B" w:rsidRPr="001F2344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de:</w:t>
            </w:r>
          </w:p>
          <w:p w14:paraId="3E8BF9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2C05CE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notificării de depunere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va completa de beneficiar, dar nu mai tarziu de:</w:t>
            </w:r>
          </w:p>
          <w:p w14:paraId="0A13160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1F2344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18D1CF0F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4401446C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7FAAB221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280A674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2C7EA3C2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115D075F" w14:textId="77777777" w:rsidR="00F6783B" w:rsidRDefault="00F6783B" w:rsidP="00F6783B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38F07C56" w14:textId="77777777" w:rsidR="00F6783B" w:rsidRDefault="00F6783B" w:rsidP="00F6783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funcţie de natura proiectelor, indicatorii de etapă pot reprezenta: </w:t>
      </w:r>
    </w:p>
    <w:p w14:paraId="7CDECB40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activităţi sau subactivităţi din proiect, </w:t>
      </w:r>
    </w:p>
    <w:p w14:paraId="0A28588E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atingerea unor stadii de implementare sau de execuţie tehnică sau financiară prestabil</w:t>
      </w:r>
      <w:r>
        <w:rPr>
          <w:rFonts w:ascii="Calibri" w:hAnsi="Calibri" w:cs="Calibri"/>
        </w:rPr>
        <w:t>ite</w:t>
      </w:r>
    </w:p>
    <w:p w14:paraId="48D9EE44" w14:textId="77777777" w:rsidR="00F6783B" w:rsidRPr="00B71552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6B9686C2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08BCBB70" w14:textId="77777777" w:rsidR="00F6783B" w:rsidRDefault="00F6783B" w:rsidP="00F6783B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4B6F6E03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utilizarea acestuia are ca finalitate consolidarea şi eficientizarea procesului de monitorizare a proiectelor de către autorităţile de management</w:t>
      </w:r>
      <w:r>
        <w:rPr>
          <w:rFonts w:ascii="Calibri" w:hAnsi="Calibri" w:cs="Calibri"/>
        </w:rPr>
        <w:t>.</w:t>
      </w:r>
    </w:p>
    <w:p w14:paraId="24050B21" w14:textId="77777777" w:rsidR="00F6783B" w:rsidRPr="00E8080E" w:rsidRDefault="00F6783B" w:rsidP="00F6783B">
      <w:pPr>
        <w:jc w:val="both"/>
        <w:rPr>
          <w:rFonts w:ascii="Calibri" w:hAnsi="Calibri" w:cs="Calibri"/>
        </w:rPr>
      </w:pPr>
    </w:p>
    <w:p w14:paraId="7088AA28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45F4B113" w14:textId="77777777" w:rsidR="00F6783B" w:rsidRPr="00B7289C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5739F926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6617F913" w14:textId="77777777" w:rsidR="00F6783B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>2023: Planul de monitorizare al proiectului poate face obiectul unor modificări prin act adiţional la contractul de finanţare.</w:t>
      </w:r>
    </w:p>
    <w:p w14:paraId="40BB38AD" w14:textId="77777777" w:rsidR="00F6783B" w:rsidRPr="00696924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697A1877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F6783B" w:rsidRDefault="00B94F63" w:rsidP="00F6783B"/>
    <w:sectPr w:rsidR="00B94F63" w:rsidRPr="00F6783B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F8FBA" w14:textId="77777777" w:rsidR="008959D8" w:rsidRDefault="008959D8">
      <w:r>
        <w:separator/>
      </w:r>
    </w:p>
  </w:endnote>
  <w:endnote w:type="continuationSeparator" w:id="0">
    <w:p w14:paraId="5C76BA1D" w14:textId="77777777" w:rsidR="008959D8" w:rsidRDefault="0089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4C213" w14:textId="77777777" w:rsidR="006F3787" w:rsidRDefault="006F37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Subsol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3D041" w14:textId="77777777" w:rsidR="006F3787" w:rsidRDefault="006F3787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AA4DC" w14:textId="77777777" w:rsidR="008959D8" w:rsidRDefault="008959D8">
      <w:r>
        <w:separator/>
      </w:r>
    </w:p>
  </w:footnote>
  <w:footnote w:type="continuationSeparator" w:id="0">
    <w:p w14:paraId="61EDD483" w14:textId="77777777" w:rsidR="008959D8" w:rsidRDefault="0089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9F79D" w14:textId="75C99003" w:rsidR="006F3787" w:rsidRDefault="00CE3AA2">
    <w:pPr>
      <w:pStyle w:val="Antet"/>
    </w:pPr>
    <w:r>
      <w:rPr>
        <w:noProof/>
      </w:rPr>
      <w:pict w14:anchorId="0ABFA9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167001" o:spid="_x0000_s2050" type="#_x0000_t136" style="position:absolute;margin-left:0;margin-top:0;width:559.3pt;height:62.1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80996" w14:textId="659A5CEE" w:rsidR="006F3787" w:rsidRPr="00851382" w:rsidRDefault="00CE3AA2">
    <w:pPr>
      <w:pStyle w:val="Antet"/>
      <w:rPr>
        <w:color w:val="999999"/>
      </w:rPr>
    </w:pPr>
    <w:r>
      <w:rPr>
        <w:noProof/>
      </w:rPr>
      <w:pict w14:anchorId="34D2EF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167002" o:spid="_x0000_s2051" type="#_x0000_t136" style="position:absolute;margin-left:0;margin-top:0;width:559.3pt;height:62.1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&quot;;font-size:1pt" string="GHID CONSULTATIV"/>
        </v:shape>
      </w:pict>
    </w:r>
    <w:r w:rsidR="006F3787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6F3787" w:rsidRPr="00851382">
      <w:rPr>
        <w:color w:val="999999"/>
        <w:sz w:val="20"/>
        <w:szCs w:val="20"/>
      </w:rPr>
      <w:t xml:space="preserve">Pagina </w:t>
    </w:r>
    <w:r w:rsidR="006F3787" w:rsidRPr="00851382">
      <w:rPr>
        <w:color w:val="999999"/>
        <w:sz w:val="20"/>
        <w:szCs w:val="20"/>
      </w:rPr>
      <w:fldChar w:fldCharType="begin"/>
    </w:r>
    <w:r w:rsidR="006F3787" w:rsidRPr="00851382">
      <w:rPr>
        <w:color w:val="999999"/>
        <w:sz w:val="20"/>
        <w:szCs w:val="20"/>
      </w:rPr>
      <w:instrText xml:space="preserve"> PAGE </w:instrText>
    </w:r>
    <w:r w:rsidR="006F3787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6F3787" w:rsidRPr="00851382">
      <w:rPr>
        <w:color w:val="999999"/>
        <w:sz w:val="20"/>
        <w:szCs w:val="20"/>
      </w:rPr>
      <w:fldChar w:fldCharType="end"/>
    </w:r>
    <w:r w:rsidR="006F3787" w:rsidRPr="00851382">
      <w:rPr>
        <w:color w:val="999999"/>
        <w:sz w:val="20"/>
        <w:szCs w:val="20"/>
      </w:rPr>
      <w:t xml:space="preserve"> din </w:t>
    </w:r>
    <w:r w:rsidR="006F3787" w:rsidRPr="00851382">
      <w:rPr>
        <w:color w:val="999999"/>
        <w:sz w:val="20"/>
        <w:szCs w:val="20"/>
      </w:rPr>
      <w:fldChar w:fldCharType="begin"/>
    </w:r>
    <w:r w:rsidR="006F3787" w:rsidRPr="00851382">
      <w:rPr>
        <w:color w:val="999999"/>
        <w:sz w:val="20"/>
        <w:szCs w:val="20"/>
      </w:rPr>
      <w:instrText xml:space="preserve"> NUMPAGES </w:instrText>
    </w:r>
    <w:r w:rsidR="006F3787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7</w:t>
    </w:r>
    <w:r w:rsidR="006F3787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81298" w14:textId="27C79826" w:rsidR="006F3787" w:rsidRDefault="00CE3AA2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2D7CCC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167000" o:spid="_x0000_s2049" type="#_x0000_t136" style="position:absolute;margin-left:0;margin-top:0;width:559.3pt;height:62.1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&quot;;font-size:1pt" string="GHID CONSULTATIV"/>
        </v:shape>
      </w:pict>
    </w:r>
    <w:r w:rsidR="006F3787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t xml:space="preserve">   </w:t>
    </w:r>
    <w:r w:rsidR="006F378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225B8"/>
    <w:rsid w:val="00144BFD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E2E03"/>
    <w:rsid w:val="003E3214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7D7074"/>
    <w:rsid w:val="00804EFB"/>
    <w:rsid w:val="00810A63"/>
    <w:rsid w:val="00814E66"/>
    <w:rsid w:val="008509F7"/>
    <w:rsid w:val="00851382"/>
    <w:rsid w:val="00874446"/>
    <w:rsid w:val="0088290B"/>
    <w:rsid w:val="008959D8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756AD"/>
    <w:rsid w:val="00B15233"/>
    <w:rsid w:val="00B3488E"/>
    <w:rsid w:val="00B77B68"/>
    <w:rsid w:val="00B86D76"/>
    <w:rsid w:val="00B94F63"/>
    <w:rsid w:val="00BD3175"/>
    <w:rsid w:val="00BD66D5"/>
    <w:rsid w:val="00BF316A"/>
    <w:rsid w:val="00C05C7A"/>
    <w:rsid w:val="00C24D62"/>
    <w:rsid w:val="00C77D43"/>
    <w:rsid w:val="00C82AD1"/>
    <w:rsid w:val="00CC6C98"/>
    <w:rsid w:val="00CE3AA2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Corptext3">
    <w:name w:val="Body Text 3"/>
    <w:basedOn w:val="Normal"/>
    <w:link w:val="Corptext3Caracte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D3E14-5072-454F-9F04-59E44846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1142</Words>
  <Characters>6512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7639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adminnca</cp:lastModifiedBy>
  <cp:revision>6</cp:revision>
  <cp:lastPrinted>2023-05-29T06:12:00Z</cp:lastPrinted>
  <dcterms:created xsi:type="dcterms:W3CDTF">2023-07-07T10:35:00Z</dcterms:created>
  <dcterms:modified xsi:type="dcterms:W3CDTF">2023-09-14T06:22:00Z</dcterms:modified>
</cp:coreProperties>
</file>